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233365" w:rsidRPr="00F945BC" w:rsidTr="00F945BC">
        <w:tc>
          <w:tcPr>
            <w:tcW w:w="8934" w:type="dxa"/>
          </w:tcPr>
          <w:p w:rsidR="00233365" w:rsidRPr="00F945BC" w:rsidRDefault="0023336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233365" w:rsidRPr="00EE5BAC" w:rsidRDefault="0023336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233365" w:rsidRPr="00EE5BAC" w:rsidRDefault="00233365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233365" w:rsidRPr="00EE5BAC" w:rsidRDefault="0023336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233365" w:rsidRPr="00EE5BAC" w:rsidRDefault="0023336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233365" w:rsidRPr="00EE5BAC" w:rsidRDefault="0023336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233365" w:rsidRDefault="0023336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>_________________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______</w:t>
            </w:r>
          </w:p>
          <w:p w:rsidR="00233365" w:rsidRPr="00F945BC" w:rsidRDefault="0023336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</w:tr>
    </w:tbl>
    <w:p w:rsidR="00233365" w:rsidRPr="00885C29" w:rsidRDefault="00233365" w:rsidP="001157F7"/>
    <w:p w:rsidR="00233365" w:rsidRDefault="0023336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233365" w:rsidRPr="00250B58" w:rsidRDefault="00233365" w:rsidP="009C4950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233365" w:rsidRDefault="00233365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233365" w:rsidRPr="00950972" w:rsidRDefault="0023336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233365" w:rsidRPr="00250B58" w:rsidRDefault="00233365" w:rsidP="009C4950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233365" w:rsidRPr="00950972" w:rsidRDefault="00233365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233365" w:rsidRPr="008A6FA1" w:rsidTr="00F9512D">
        <w:tc>
          <w:tcPr>
            <w:tcW w:w="6374" w:type="dxa"/>
          </w:tcPr>
          <w:p w:rsidR="00233365" w:rsidRPr="00190885" w:rsidRDefault="0023336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233365" w:rsidRDefault="0023336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233365" w:rsidRPr="00855115" w:rsidRDefault="00233365" w:rsidP="00F9512D">
            <w:pPr>
              <w:rPr>
                <w:szCs w:val="28"/>
              </w:rPr>
            </w:pPr>
          </w:p>
        </w:tc>
      </w:tr>
      <w:tr w:rsidR="00233365" w:rsidRPr="008A6FA1" w:rsidTr="00F9512D">
        <w:tc>
          <w:tcPr>
            <w:tcW w:w="6374" w:type="dxa"/>
          </w:tcPr>
          <w:p w:rsidR="00233365" w:rsidRPr="00190885" w:rsidRDefault="0023336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233365" w:rsidRDefault="00233365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233365" w:rsidRPr="0096600F" w:rsidRDefault="00233365" w:rsidP="00221E58">
            <w:pPr>
              <w:rPr>
                <w:szCs w:val="28"/>
              </w:rPr>
            </w:pPr>
          </w:p>
        </w:tc>
      </w:tr>
      <w:tr w:rsidR="00233365" w:rsidRPr="008A6FA1" w:rsidTr="00F9512D">
        <w:tc>
          <w:tcPr>
            <w:tcW w:w="6374" w:type="dxa"/>
          </w:tcPr>
          <w:p w:rsidR="00233365" w:rsidRPr="00190885" w:rsidRDefault="0023336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233365" w:rsidRDefault="0023336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233365" w:rsidRPr="00190885" w:rsidRDefault="00233365" w:rsidP="00F9512D">
            <w:pPr>
              <w:rPr>
                <w:b/>
                <w:szCs w:val="28"/>
              </w:rPr>
            </w:pPr>
          </w:p>
        </w:tc>
      </w:tr>
      <w:tr w:rsidR="00233365" w:rsidRPr="008A6FA1" w:rsidTr="00F9512D">
        <w:tc>
          <w:tcPr>
            <w:tcW w:w="6374" w:type="dxa"/>
          </w:tcPr>
          <w:p w:rsidR="00233365" w:rsidRPr="00190885" w:rsidRDefault="0023336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233365" w:rsidRPr="00E823BE" w:rsidRDefault="0023336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  <w:r w:rsidRPr="00E823BE">
              <w:rPr>
                <w:szCs w:val="28"/>
              </w:rPr>
              <w:t>;</w:t>
            </w:r>
          </w:p>
          <w:p w:rsidR="00233365" w:rsidRPr="009C4950" w:rsidRDefault="0023336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233365" w:rsidRPr="00190885" w:rsidRDefault="00233365" w:rsidP="00221E58">
            <w:pPr>
              <w:rPr>
                <w:b/>
                <w:szCs w:val="28"/>
              </w:rPr>
            </w:pPr>
          </w:p>
        </w:tc>
      </w:tr>
      <w:tr w:rsidR="00233365" w:rsidRPr="008A6FA1" w:rsidTr="00F9512D">
        <w:tc>
          <w:tcPr>
            <w:tcW w:w="6374" w:type="dxa"/>
          </w:tcPr>
          <w:p w:rsidR="00233365" w:rsidRPr="00190885" w:rsidRDefault="0023336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233365" w:rsidRDefault="00233365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создание условий для повышения уровня комфортности проживания для человека, которые позволять не только удовлетворять жилищные потребности, но и обеспечат высокое качество жизни в целом</w:t>
            </w:r>
          </w:p>
          <w:p w:rsidR="00233365" w:rsidRPr="00221E58" w:rsidRDefault="00233365" w:rsidP="00221E58">
            <w:pPr>
              <w:contextualSpacing/>
              <w:rPr>
                <w:szCs w:val="28"/>
              </w:rPr>
            </w:pPr>
          </w:p>
        </w:tc>
      </w:tr>
      <w:tr w:rsidR="00233365" w:rsidRPr="008A6FA1" w:rsidTr="00F9512D">
        <w:tc>
          <w:tcPr>
            <w:tcW w:w="6374" w:type="dxa"/>
          </w:tcPr>
          <w:p w:rsidR="00233365" w:rsidRPr="00190885" w:rsidRDefault="0023336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233365" w:rsidRDefault="00233365" w:rsidP="007631C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  <w:r>
              <w:rPr>
                <w:szCs w:val="28"/>
              </w:rPr>
              <w:t>;</w:t>
            </w:r>
          </w:p>
          <w:p w:rsidR="00233365" w:rsidRDefault="00233365" w:rsidP="007631C4">
            <w:pPr>
              <w:rPr>
                <w:szCs w:val="28"/>
              </w:rPr>
            </w:pPr>
            <w:r>
              <w:rPr>
                <w:szCs w:val="28"/>
              </w:rPr>
              <w:t>- 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233365" w:rsidRPr="009F22D5" w:rsidRDefault="00233365" w:rsidP="00A3694D">
            <w:pPr>
              <w:contextualSpacing/>
              <w:rPr>
                <w:szCs w:val="28"/>
              </w:rPr>
            </w:pPr>
          </w:p>
        </w:tc>
      </w:tr>
      <w:tr w:rsidR="00233365" w:rsidRPr="008A6FA1" w:rsidTr="00F9512D">
        <w:tc>
          <w:tcPr>
            <w:tcW w:w="6374" w:type="dxa"/>
          </w:tcPr>
          <w:p w:rsidR="00233365" w:rsidRPr="00190885" w:rsidRDefault="0023336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233365" w:rsidRPr="000C3C23" w:rsidRDefault="0023336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233365" w:rsidRPr="008A6FA1" w:rsidTr="00F9512D">
        <w:tc>
          <w:tcPr>
            <w:tcW w:w="6374" w:type="dxa"/>
          </w:tcPr>
          <w:p w:rsidR="00233365" w:rsidRPr="00190885" w:rsidRDefault="0023336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233365" w:rsidRDefault="00233365" w:rsidP="00B7107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>екущий ремонт КНС на пер. Октябрьском</w:t>
            </w:r>
            <w:r>
              <w:rPr>
                <w:szCs w:val="28"/>
              </w:rPr>
              <w:t>;</w:t>
            </w:r>
          </w:p>
          <w:p w:rsidR="00233365" w:rsidRDefault="00233365" w:rsidP="00B71075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233365" w:rsidRPr="000C3C23" w:rsidRDefault="00233365" w:rsidP="009C4950">
            <w:pPr>
              <w:rPr>
                <w:szCs w:val="28"/>
              </w:rPr>
            </w:pPr>
          </w:p>
        </w:tc>
      </w:tr>
      <w:tr w:rsidR="00233365" w:rsidRPr="008A6FA1" w:rsidTr="00F9512D">
        <w:tc>
          <w:tcPr>
            <w:tcW w:w="6374" w:type="dxa"/>
          </w:tcPr>
          <w:p w:rsidR="00233365" w:rsidRPr="00190885" w:rsidRDefault="0023336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233365" w:rsidRPr="00A46A72" w:rsidRDefault="0023336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233365" w:rsidRPr="008A6FA1" w:rsidTr="00F9512D">
        <w:tc>
          <w:tcPr>
            <w:tcW w:w="6374" w:type="dxa"/>
          </w:tcPr>
          <w:p w:rsidR="00233365" w:rsidRPr="00190885" w:rsidRDefault="0023336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233365" w:rsidRPr="00A46A72" w:rsidRDefault="00233365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233365" w:rsidRPr="008A6FA1" w:rsidTr="00F9512D">
        <w:tc>
          <w:tcPr>
            <w:tcW w:w="6374" w:type="dxa"/>
          </w:tcPr>
          <w:p w:rsidR="00233365" w:rsidRPr="00190885" w:rsidRDefault="0023336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233365" w:rsidRPr="00190885" w:rsidRDefault="0023336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233365" w:rsidRPr="00190885" w:rsidRDefault="0023336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233365" w:rsidRPr="008A6FA1" w:rsidTr="00F9512D">
        <w:tc>
          <w:tcPr>
            <w:tcW w:w="6374" w:type="dxa"/>
          </w:tcPr>
          <w:p w:rsidR="00233365" w:rsidRPr="00190885" w:rsidRDefault="0023336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233365" w:rsidRPr="00190885" w:rsidRDefault="0023336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233365" w:rsidRPr="00190885" w:rsidRDefault="0023336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233365" w:rsidRPr="00190885" w:rsidRDefault="0023336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233365" w:rsidRPr="00190885" w:rsidRDefault="0023336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233365" w:rsidRPr="008A6FA1" w:rsidTr="00F9512D">
        <w:tc>
          <w:tcPr>
            <w:tcW w:w="6374" w:type="dxa"/>
          </w:tcPr>
          <w:p w:rsidR="00233365" w:rsidRPr="00190885" w:rsidRDefault="00233365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33365" w:rsidRPr="008A6FA1" w:rsidTr="00F9512D">
        <w:tc>
          <w:tcPr>
            <w:tcW w:w="6374" w:type="dxa"/>
          </w:tcPr>
          <w:p w:rsidR="00233365" w:rsidRPr="00190885" w:rsidRDefault="0023336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33365" w:rsidRPr="008A6FA1" w:rsidTr="00F9512D">
        <w:tc>
          <w:tcPr>
            <w:tcW w:w="6374" w:type="dxa"/>
          </w:tcPr>
          <w:p w:rsidR="00233365" w:rsidRPr="00190885" w:rsidRDefault="0023336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33365" w:rsidRPr="008A6FA1" w:rsidTr="00F9512D">
        <w:tc>
          <w:tcPr>
            <w:tcW w:w="14560" w:type="dxa"/>
            <w:gridSpan w:val="6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33365" w:rsidRPr="008A6FA1" w:rsidTr="00F9512D">
        <w:tc>
          <w:tcPr>
            <w:tcW w:w="6374" w:type="dxa"/>
          </w:tcPr>
          <w:p w:rsidR="00233365" w:rsidRPr="00190885" w:rsidRDefault="00233365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33365" w:rsidRPr="008A6FA1" w:rsidTr="00F9512D">
        <w:tc>
          <w:tcPr>
            <w:tcW w:w="6374" w:type="dxa"/>
          </w:tcPr>
          <w:p w:rsidR="00233365" w:rsidRPr="00190885" w:rsidRDefault="0023336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33365" w:rsidRPr="008A6FA1" w:rsidTr="00F9512D">
        <w:tc>
          <w:tcPr>
            <w:tcW w:w="6374" w:type="dxa"/>
          </w:tcPr>
          <w:p w:rsidR="00233365" w:rsidRPr="00190885" w:rsidRDefault="0023336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33365" w:rsidRPr="008A6FA1" w:rsidTr="00F9512D">
        <w:tc>
          <w:tcPr>
            <w:tcW w:w="14560" w:type="dxa"/>
            <w:gridSpan w:val="6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233365" w:rsidRPr="008A6FA1" w:rsidTr="00F9512D">
        <w:tc>
          <w:tcPr>
            <w:tcW w:w="6374" w:type="dxa"/>
          </w:tcPr>
          <w:p w:rsidR="00233365" w:rsidRPr="00190885" w:rsidRDefault="00233365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33365" w:rsidRPr="008A6FA1" w:rsidTr="00F9512D">
        <w:tc>
          <w:tcPr>
            <w:tcW w:w="6374" w:type="dxa"/>
          </w:tcPr>
          <w:p w:rsidR="00233365" w:rsidRPr="00190885" w:rsidRDefault="0023336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233365" w:rsidRPr="00190885" w:rsidRDefault="0023336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233365" w:rsidRPr="00190885" w:rsidRDefault="0023336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233365" w:rsidRPr="00190885" w:rsidRDefault="0023336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233365" w:rsidRPr="00190885" w:rsidRDefault="0023336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233365" w:rsidRPr="00190885" w:rsidRDefault="00233365" w:rsidP="00F9512D">
            <w:pPr>
              <w:pStyle w:val="ConsPlusNormal0"/>
              <w:rPr>
                <w:szCs w:val="28"/>
              </w:rPr>
            </w:pPr>
          </w:p>
        </w:tc>
      </w:tr>
      <w:tr w:rsidR="00233365" w:rsidRPr="008A6FA1" w:rsidTr="00F9512D">
        <w:tc>
          <w:tcPr>
            <w:tcW w:w="6374" w:type="dxa"/>
          </w:tcPr>
          <w:p w:rsidR="00233365" w:rsidRPr="00190885" w:rsidRDefault="0023336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33365" w:rsidRPr="00190885" w:rsidRDefault="002333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33365" w:rsidRDefault="00233365" w:rsidP="00EF6F81">
      <w:pPr>
        <w:jc w:val="center"/>
        <w:rPr>
          <w:szCs w:val="28"/>
        </w:rPr>
        <w:sectPr w:rsidR="00233365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233365" w:rsidRDefault="00233365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233365" w:rsidRPr="00250B58" w:rsidRDefault="00233365" w:rsidP="00C55522">
      <w:pPr>
        <w:jc w:val="center"/>
        <w:rPr>
          <w:b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233365" w:rsidRDefault="00233365" w:rsidP="00225687">
      <w:pPr>
        <w:ind w:firstLine="709"/>
        <w:jc w:val="both"/>
      </w:pPr>
    </w:p>
    <w:p w:rsidR="00233365" w:rsidRDefault="0023336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233365" w:rsidRDefault="00233365" w:rsidP="00EF6F81">
      <w:pPr>
        <w:jc w:val="center"/>
        <w:rPr>
          <w:szCs w:val="28"/>
        </w:rPr>
      </w:pPr>
    </w:p>
    <w:p w:rsidR="00233365" w:rsidRPr="00250B58" w:rsidRDefault="00233365" w:rsidP="00C55522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233365" w:rsidRDefault="00233365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233365" w:rsidTr="00F9512D">
        <w:tc>
          <w:tcPr>
            <w:tcW w:w="648" w:type="dxa"/>
            <w:vMerge w:val="restart"/>
            <w:vAlign w:val="center"/>
          </w:tcPr>
          <w:p w:rsidR="00233365" w:rsidRPr="00AC26F6" w:rsidRDefault="00233365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233365" w:rsidRPr="00AC26F6" w:rsidRDefault="0023336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233365" w:rsidRPr="00AC26F6" w:rsidRDefault="0023336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233365" w:rsidRPr="00AC26F6" w:rsidRDefault="0023336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233365" w:rsidRPr="00AC26F6" w:rsidRDefault="0023336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233365" w:rsidTr="00F9512D">
        <w:tc>
          <w:tcPr>
            <w:tcW w:w="648" w:type="dxa"/>
            <w:vMerge/>
          </w:tcPr>
          <w:p w:rsidR="00233365" w:rsidRPr="00AC26F6" w:rsidRDefault="0023336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233365" w:rsidRPr="00AC26F6" w:rsidRDefault="00233365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233365" w:rsidRPr="00AC26F6" w:rsidRDefault="0023336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233365" w:rsidRPr="00AC26F6" w:rsidRDefault="0023336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233365" w:rsidRPr="00AC26F6" w:rsidRDefault="0023336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233365" w:rsidRPr="00AC26F6" w:rsidRDefault="0023336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233365" w:rsidTr="00F9512D">
        <w:tc>
          <w:tcPr>
            <w:tcW w:w="648" w:type="dxa"/>
          </w:tcPr>
          <w:p w:rsidR="00233365" w:rsidRPr="00AC26F6" w:rsidRDefault="00233365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233365" w:rsidRPr="00AC26F6" w:rsidRDefault="00233365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233365" w:rsidRPr="00AC26F6" w:rsidRDefault="00233365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233365" w:rsidRPr="00AC26F6" w:rsidRDefault="00233365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233365" w:rsidRPr="00AC26F6" w:rsidRDefault="00233365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233365" w:rsidRPr="00AC26F6" w:rsidRDefault="00233365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233365" w:rsidTr="00F9512D">
        <w:tc>
          <w:tcPr>
            <w:tcW w:w="648" w:type="dxa"/>
          </w:tcPr>
          <w:p w:rsidR="00233365" w:rsidRPr="00AC26F6" w:rsidRDefault="0023336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233365" w:rsidRDefault="0023336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  <w:p w:rsidR="00233365" w:rsidRPr="00AC26F6" w:rsidRDefault="00233365" w:rsidP="00F9512D">
            <w:pPr>
              <w:jc w:val="center"/>
              <w:rPr>
                <w:szCs w:val="28"/>
              </w:rPr>
            </w:pPr>
          </w:p>
        </w:tc>
      </w:tr>
      <w:tr w:rsidR="00233365" w:rsidTr="00AD4892">
        <w:trPr>
          <w:trHeight w:val="605"/>
        </w:trPr>
        <w:tc>
          <w:tcPr>
            <w:tcW w:w="648" w:type="dxa"/>
            <w:vAlign w:val="center"/>
          </w:tcPr>
          <w:p w:rsidR="00233365" w:rsidRPr="00AC26F6" w:rsidRDefault="00233365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233365" w:rsidRPr="00C25175" w:rsidRDefault="00233365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т</w:t>
            </w:r>
            <w:r w:rsidRPr="00410400">
              <w:rPr>
                <w:szCs w:val="28"/>
              </w:rPr>
              <w:t>екущий ремонт КНС на пер. Октябрьском</w:t>
            </w:r>
          </w:p>
        </w:tc>
        <w:tc>
          <w:tcPr>
            <w:tcW w:w="1620" w:type="dxa"/>
            <w:vAlign w:val="center"/>
          </w:tcPr>
          <w:p w:rsidR="00233365" w:rsidRPr="00C25175" w:rsidRDefault="0023336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33365" w:rsidRPr="00C25175" w:rsidRDefault="0023336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33365" w:rsidRPr="00C25175" w:rsidRDefault="0023336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233365" w:rsidRPr="00877383" w:rsidRDefault="0023336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33365" w:rsidTr="00F9512D">
        <w:tc>
          <w:tcPr>
            <w:tcW w:w="648" w:type="dxa"/>
            <w:vAlign w:val="center"/>
          </w:tcPr>
          <w:p w:rsidR="00233365" w:rsidRPr="00AC26F6" w:rsidRDefault="0023336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233365" w:rsidRPr="00AC26F6" w:rsidRDefault="0023336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33365" w:rsidRPr="00AC26F6" w:rsidRDefault="00233365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233365" w:rsidRPr="00AC26F6" w:rsidRDefault="00233365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233365" w:rsidRPr="00AC26F6" w:rsidRDefault="00233365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33365" w:rsidRPr="00AC26F6" w:rsidRDefault="00233365" w:rsidP="00F9512D">
            <w:pPr>
              <w:jc w:val="center"/>
              <w:rPr>
                <w:szCs w:val="28"/>
              </w:rPr>
            </w:pPr>
          </w:p>
        </w:tc>
      </w:tr>
      <w:tr w:rsidR="00233365" w:rsidTr="00F9512D">
        <w:tc>
          <w:tcPr>
            <w:tcW w:w="648" w:type="dxa"/>
            <w:vAlign w:val="center"/>
          </w:tcPr>
          <w:p w:rsidR="00233365" w:rsidRPr="00AC26F6" w:rsidRDefault="0023336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233365" w:rsidRDefault="00233365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233365" w:rsidRPr="00AC26F6" w:rsidRDefault="00233365" w:rsidP="001B3BE2">
            <w:pPr>
              <w:jc w:val="center"/>
              <w:rPr>
                <w:szCs w:val="28"/>
              </w:rPr>
            </w:pPr>
          </w:p>
        </w:tc>
      </w:tr>
      <w:tr w:rsidR="00233365" w:rsidTr="00F9512D">
        <w:tc>
          <w:tcPr>
            <w:tcW w:w="648" w:type="dxa"/>
            <w:vAlign w:val="center"/>
          </w:tcPr>
          <w:p w:rsidR="00233365" w:rsidRPr="00AC26F6" w:rsidRDefault="0023336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233365" w:rsidRPr="00C25175" w:rsidRDefault="00233365" w:rsidP="00817133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</w:tc>
        <w:tc>
          <w:tcPr>
            <w:tcW w:w="1620" w:type="dxa"/>
            <w:vAlign w:val="center"/>
          </w:tcPr>
          <w:p w:rsidR="00233365" w:rsidRPr="00C25175" w:rsidRDefault="0023336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33365" w:rsidRPr="00C25175" w:rsidRDefault="0023336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33365" w:rsidRPr="00C25175" w:rsidRDefault="0023336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233365" w:rsidRPr="00877383" w:rsidRDefault="0023336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33365" w:rsidTr="00F9512D">
        <w:tc>
          <w:tcPr>
            <w:tcW w:w="648" w:type="dxa"/>
            <w:vAlign w:val="center"/>
          </w:tcPr>
          <w:p w:rsidR="00233365" w:rsidRDefault="0023336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233365" w:rsidRPr="00C25175" w:rsidRDefault="0023336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33365" w:rsidRPr="00C25175" w:rsidRDefault="00233365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233365" w:rsidRPr="00C25175" w:rsidRDefault="00233365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233365" w:rsidRPr="00C25175" w:rsidRDefault="00233365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33365" w:rsidRPr="00C25175" w:rsidRDefault="00233365" w:rsidP="00F9512D">
            <w:pPr>
              <w:jc w:val="center"/>
              <w:rPr>
                <w:szCs w:val="28"/>
              </w:rPr>
            </w:pPr>
          </w:p>
        </w:tc>
      </w:tr>
    </w:tbl>
    <w:p w:rsidR="00233365" w:rsidRDefault="00233365" w:rsidP="00225687">
      <w:pPr>
        <w:jc w:val="center"/>
        <w:rPr>
          <w:b/>
          <w:szCs w:val="28"/>
        </w:rPr>
      </w:pPr>
    </w:p>
    <w:p w:rsidR="00233365" w:rsidRPr="003C75F8" w:rsidRDefault="00233365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233365" w:rsidRPr="003C75F8" w:rsidRDefault="00233365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233365" w:rsidRPr="00250B58" w:rsidRDefault="00233365" w:rsidP="00817133">
      <w:pPr>
        <w:jc w:val="center"/>
        <w:rPr>
          <w:b/>
        </w:rPr>
      </w:pPr>
      <w:r w:rsidRPr="00DD19BF">
        <w:rPr>
          <w:b/>
        </w:rPr>
        <w:t xml:space="preserve">показателей 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233365" w:rsidRPr="00F032F5" w:rsidRDefault="00233365" w:rsidP="005D3E7D">
      <w:pPr>
        <w:jc w:val="center"/>
        <w:rPr>
          <w:b/>
          <w:szCs w:val="28"/>
        </w:rPr>
      </w:pPr>
    </w:p>
    <w:p w:rsidR="00233365" w:rsidRPr="003C75F8" w:rsidRDefault="00233365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233365" w:rsidRPr="00C404E0" w:rsidTr="00C404E0">
        <w:tc>
          <w:tcPr>
            <w:tcW w:w="730" w:type="dxa"/>
          </w:tcPr>
          <w:p w:rsidR="00233365" w:rsidRPr="00C404E0" w:rsidRDefault="0023336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233365" w:rsidRPr="00C404E0" w:rsidRDefault="0023336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233365" w:rsidRPr="00C404E0" w:rsidRDefault="0023336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233365" w:rsidRPr="00C404E0" w:rsidRDefault="0023336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233365" w:rsidRPr="00C404E0" w:rsidRDefault="0023336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233365" w:rsidRPr="00C404E0" w:rsidRDefault="0023336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233365" w:rsidRPr="00C404E0" w:rsidRDefault="0023336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233365" w:rsidRPr="00C404E0" w:rsidRDefault="0023336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233365" w:rsidRPr="0054045D" w:rsidRDefault="00233365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233365" w:rsidRPr="000B0521" w:rsidTr="00C404E0">
        <w:tc>
          <w:tcPr>
            <w:tcW w:w="726" w:type="dxa"/>
          </w:tcPr>
          <w:p w:rsidR="00233365" w:rsidRPr="000B0521" w:rsidRDefault="0023336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233365" w:rsidRPr="000B0521" w:rsidRDefault="0023336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233365" w:rsidRPr="000B0521" w:rsidRDefault="0023336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233365" w:rsidRPr="000B0521" w:rsidRDefault="0023336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233365" w:rsidRPr="000B0521" w:rsidRDefault="0023336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233365" w:rsidRPr="000B0521" w:rsidRDefault="0023336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233365" w:rsidRPr="000B0521" w:rsidRDefault="0023336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233365" w:rsidRPr="000B0521" w:rsidRDefault="0023336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233365" w:rsidRPr="00F945BC" w:rsidTr="00C404E0">
        <w:tc>
          <w:tcPr>
            <w:tcW w:w="726" w:type="dxa"/>
          </w:tcPr>
          <w:p w:rsidR="00233365" w:rsidRPr="00C404E0" w:rsidRDefault="0023336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233365" w:rsidRPr="00817133" w:rsidRDefault="00233365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bCs/>
                <w:sz w:val="24"/>
                <w:szCs w:val="24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  <w:p w:rsidR="00233365" w:rsidRPr="00C404E0" w:rsidRDefault="00233365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233365" w:rsidRPr="00F945BC" w:rsidTr="00C404E0">
        <w:tc>
          <w:tcPr>
            <w:tcW w:w="726" w:type="dxa"/>
          </w:tcPr>
          <w:p w:rsidR="00233365" w:rsidRPr="00C404E0" w:rsidRDefault="0023336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233365" w:rsidRPr="00817133" w:rsidRDefault="00233365" w:rsidP="00F9512D">
            <w:pPr>
              <w:rPr>
                <w:b/>
                <w:sz w:val="24"/>
                <w:szCs w:val="24"/>
              </w:rPr>
            </w:pPr>
            <w:r w:rsidRPr="00817133">
              <w:rPr>
                <w:sz w:val="24"/>
                <w:szCs w:val="24"/>
              </w:rPr>
              <w:t>текущий ремонт КНС на пер. Октябрьском</w:t>
            </w:r>
          </w:p>
        </w:tc>
        <w:tc>
          <w:tcPr>
            <w:tcW w:w="1519" w:type="dxa"/>
            <w:vAlign w:val="center"/>
          </w:tcPr>
          <w:p w:rsidR="00233365" w:rsidRPr="00C404E0" w:rsidRDefault="00233365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233365" w:rsidRPr="00B51199" w:rsidRDefault="00233365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233365" w:rsidRPr="00F57EFB" w:rsidRDefault="00233365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233365" w:rsidRPr="00F57EFB" w:rsidRDefault="00233365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233365" w:rsidRPr="00F57EFB" w:rsidRDefault="00233365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233365" w:rsidRPr="00F945BC" w:rsidRDefault="00233365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233365" w:rsidRPr="00F945BC" w:rsidTr="00C667BF">
        <w:tc>
          <w:tcPr>
            <w:tcW w:w="726" w:type="dxa"/>
          </w:tcPr>
          <w:p w:rsidR="00233365" w:rsidRPr="00C404E0" w:rsidRDefault="0023336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233365" w:rsidRPr="00215EF9" w:rsidRDefault="00233365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sz w:val="24"/>
                <w:szCs w:val="24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233365" w:rsidRPr="00F945BC" w:rsidRDefault="00233365" w:rsidP="00F945BC">
            <w:pPr>
              <w:jc w:val="center"/>
              <w:rPr>
                <w:szCs w:val="28"/>
              </w:rPr>
            </w:pPr>
          </w:p>
        </w:tc>
      </w:tr>
      <w:tr w:rsidR="00233365" w:rsidRPr="00F945BC" w:rsidTr="00215EF9">
        <w:tc>
          <w:tcPr>
            <w:tcW w:w="726" w:type="dxa"/>
          </w:tcPr>
          <w:p w:rsidR="00233365" w:rsidRDefault="0023336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233365" w:rsidRPr="00817133" w:rsidRDefault="00233365" w:rsidP="00817133">
            <w:pPr>
              <w:rPr>
                <w:b/>
                <w:sz w:val="24"/>
                <w:szCs w:val="24"/>
              </w:rPr>
            </w:pPr>
            <w:r w:rsidRPr="00817133">
              <w:rPr>
                <w:sz w:val="24"/>
                <w:szCs w:val="24"/>
              </w:rPr>
              <w:t>количество мероприятий, необходимых для ввода в эксплуатацию объектов инженерной инфраструктуры</w:t>
            </w:r>
          </w:p>
        </w:tc>
        <w:tc>
          <w:tcPr>
            <w:tcW w:w="1519" w:type="dxa"/>
            <w:vAlign w:val="center"/>
          </w:tcPr>
          <w:p w:rsidR="00233365" w:rsidRPr="00C404E0" w:rsidRDefault="00233365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233365" w:rsidRPr="00F945BC" w:rsidRDefault="00233365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233365" w:rsidRDefault="00233365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233365" w:rsidRPr="00F945BC" w:rsidRDefault="00233365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233365" w:rsidRPr="00F57EFB" w:rsidRDefault="00233365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233365" w:rsidRPr="00F57EFB" w:rsidRDefault="00233365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233365" w:rsidRPr="00E57BE0" w:rsidRDefault="00233365" w:rsidP="00F9512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233365" w:rsidRDefault="00233365" w:rsidP="00FA1A72">
      <w:pPr>
        <w:jc w:val="both"/>
        <w:rPr>
          <w:szCs w:val="28"/>
        </w:rPr>
      </w:pPr>
    </w:p>
    <w:p w:rsidR="00233365" w:rsidRDefault="00233365" w:rsidP="00FA1A72">
      <w:pPr>
        <w:jc w:val="both"/>
        <w:rPr>
          <w:szCs w:val="28"/>
        </w:rPr>
      </w:pPr>
    </w:p>
    <w:p w:rsidR="00233365" w:rsidRDefault="00233365" w:rsidP="00FA1A72">
      <w:pPr>
        <w:jc w:val="both"/>
        <w:rPr>
          <w:szCs w:val="28"/>
        </w:rPr>
      </w:pPr>
    </w:p>
    <w:p w:rsidR="00233365" w:rsidRDefault="00233365" w:rsidP="00FA1A72">
      <w:pPr>
        <w:jc w:val="both"/>
        <w:rPr>
          <w:szCs w:val="28"/>
        </w:rPr>
      </w:pPr>
    </w:p>
    <w:p w:rsidR="00233365" w:rsidRDefault="00233365" w:rsidP="00FA1A72">
      <w:pPr>
        <w:jc w:val="both"/>
        <w:rPr>
          <w:szCs w:val="28"/>
        </w:rPr>
      </w:pPr>
    </w:p>
    <w:p w:rsidR="00233365" w:rsidRDefault="00233365" w:rsidP="00FA1A72">
      <w:pPr>
        <w:jc w:val="both"/>
        <w:rPr>
          <w:szCs w:val="28"/>
        </w:rPr>
      </w:pPr>
    </w:p>
    <w:p w:rsidR="00233365" w:rsidRDefault="00233365" w:rsidP="00FA1A72">
      <w:pPr>
        <w:jc w:val="both"/>
        <w:rPr>
          <w:szCs w:val="28"/>
        </w:rPr>
      </w:pPr>
    </w:p>
    <w:p w:rsidR="00233365" w:rsidRDefault="00233365" w:rsidP="00FA1A72">
      <w:pPr>
        <w:jc w:val="both"/>
        <w:rPr>
          <w:szCs w:val="28"/>
        </w:rPr>
      </w:pPr>
    </w:p>
    <w:p w:rsidR="00233365" w:rsidRDefault="00233365" w:rsidP="00FA1A72">
      <w:pPr>
        <w:jc w:val="both"/>
        <w:rPr>
          <w:szCs w:val="28"/>
        </w:rPr>
      </w:pPr>
    </w:p>
    <w:p w:rsidR="00233365" w:rsidRDefault="00233365" w:rsidP="00FA1A72">
      <w:pPr>
        <w:jc w:val="both"/>
        <w:rPr>
          <w:szCs w:val="28"/>
        </w:rPr>
      </w:pPr>
    </w:p>
    <w:p w:rsidR="00233365" w:rsidRDefault="00233365" w:rsidP="00FA1A72">
      <w:pPr>
        <w:jc w:val="both"/>
        <w:rPr>
          <w:szCs w:val="28"/>
        </w:rPr>
      </w:pPr>
    </w:p>
    <w:p w:rsidR="00233365" w:rsidRDefault="00233365" w:rsidP="00FA1A72">
      <w:pPr>
        <w:jc w:val="both"/>
        <w:rPr>
          <w:szCs w:val="28"/>
        </w:rPr>
      </w:pPr>
    </w:p>
    <w:p w:rsidR="00233365" w:rsidRDefault="00233365" w:rsidP="00FA1A72">
      <w:pPr>
        <w:jc w:val="both"/>
        <w:rPr>
          <w:szCs w:val="28"/>
        </w:rPr>
      </w:pPr>
    </w:p>
    <w:p w:rsidR="00233365" w:rsidRDefault="00233365" w:rsidP="00FA1A72">
      <w:pPr>
        <w:jc w:val="both"/>
        <w:rPr>
          <w:szCs w:val="28"/>
        </w:rPr>
      </w:pPr>
    </w:p>
    <w:p w:rsidR="00233365" w:rsidRPr="00FD34F6" w:rsidRDefault="00233365">
      <w:pPr>
        <w:rPr>
          <w:sz w:val="6"/>
          <w:szCs w:val="6"/>
        </w:rPr>
      </w:pPr>
    </w:p>
    <w:p w:rsidR="00233365" w:rsidRDefault="00233365" w:rsidP="00EF6F81">
      <w:pPr>
        <w:jc w:val="center"/>
        <w:rPr>
          <w:szCs w:val="28"/>
        </w:rPr>
        <w:sectPr w:rsidR="0023336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233365" w:rsidRDefault="0023336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33365" w:rsidRPr="00484E94" w:rsidRDefault="0023336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233365" w:rsidRPr="00484E94" w:rsidRDefault="0023336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233365" w:rsidRPr="00484E94" w:rsidRDefault="00233365" w:rsidP="00484E94">
      <w:pPr>
        <w:pStyle w:val="ConsPlusNormal0"/>
        <w:jc w:val="center"/>
        <w:rPr>
          <w:szCs w:val="28"/>
        </w:rPr>
      </w:pPr>
    </w:p>
    <w:p w:rsidR="00233365" w:rsidRPr="0016103B" w:rsidRDefault="00233365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233365" w:rsidRPr="00484E94" w:rsidRDefault="00233365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233365" w:rsidRDefault="00233365" w:rsidP="00484E94">
      <w:pPr>
        <w:jc w:val="both"/>
      </w:pPr>
    </w:p>
    <w:p w:rsidR="00233365" w:rsidRPr="00484E94" w:rsidRDefault="00233365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233365" w:rsidRPr="00484E94" w:rsidRDefault="0023336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233365" w:rsidRPr="00484E94" w:rsidRDefault="00233365" w:rsidP="00484E94">
      <w:pPr>
        <w:pStyle w:val="ConsPlusNormal0"/>
        <w:jc w:val="both"/>
        <w:rPr>
          <w:szCs w:val="28"/>
        </w:rPr>
      </w:pPr>
    </w:p>
    <w:p w:rsidR="00233365" w:rsidRPr="007F34E4" w:rsidRDefault="00233365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233365" w:rsidRPr="007F34E4" w:rsidRDefault="0023336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233365" w:rsidRPr="007F34E4" w:rsidRDefault="0023336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233365" w:rsidRPr="007F34E4" w:rsidRDefault="0023336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233365" w:rsidRPr="007F34E4" w:rsidRDefault="0023336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233365" w:rsidRPr="007F34E4" w:rsidRDefault="0023336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233365" w:rsidRPr="007F34E4" w:rsidRDefault="0023336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233365" w:rsidRPr="007F34E4" w:rsidRDefault="0023336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233365" w:rsidRPr="007F34E4" w:rsidRDefault="0023336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233365" w:rsidRPr="007F34E4" w:rsidRDefault="0023336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233365" w:rsidRPr="007F34E4" w:rsidRDefault="0023336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233365" w:rsidRPr="007F34E4" w:rsidRDefault="0023336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233365" w:rsidRPr="007F34E4" w:rsidRDefault="0023336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233365" w:rsidRPr="007F34E4" w:rsidRDefault="0023336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233365" w:rsidRDefault="00233365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233365" w:rsidRPr="007F34E4" w:rsidRDefault="00233365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233365" w:rsidRPr="007F34E4" w:rsidRDefault="0023336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233365" w:rsidRPr="007F34E4" w:rsidRDefault="0023336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233365" w:rsidRPr="007F34E4" w:rsidRDefault="00233365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233365" w:rsidRPr="007F34E4" w:rsidRDefault="00233365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233365" w:rsidRPr="007F34E4" w:rsidRDefault="0023336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233365" w:rsidRPr="007F34E4" w:rsidRDefault="00233365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233365" w:rsidRPr="007F34E4" w:rsidRDefault="00233365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233365" w:rsidRPr="007F34E4" w:rsidRDefault="0023336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233365" w:rsidRPr="007F34E4" w:rsidRDefault="0023336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233365" w:rsidRPr="007F34E4" w:rsidRDefault="00233365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233365" w:rsidRPr="007F34E4" w:rsidRDefault="00233365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233365" w:rsidRDefault="00233365" w:rsidP="00484E94">
      <w:pPr>
        <w:ind w:firstLine="709"/>
        <w:jc w:val="both"/>
        <w:rPr>
          <w:szCs w:val="28"/>
        </w:rPr>
      </w:pPr>
    </w:p>
    <w:p w:rsidR="00233365" w:rsidRDefault="00233365" w:rsidP="00484E94">
      <w:pPr>
        <w:ind w:firstLine="709"/>
        <w:jc w:val="both"/>
        <w:rPr>
          <w:szCs w:val="28"/>
        </w:rPr>
      </w:pPr>
    </w:p>
    <w:p w:rsidR="00233365" w:rsidRDefault="0023336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233365" w:rsidRDefault="00233365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233365" w:rsidRDefault="00233365" w:rsidP="00B47CC7">
      <w:pPr>
        <w:rPr>
          <w:szCs w:val="28"/>
        </w:rPr>
        <w:sectPr w:rsidR="0023336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Е.М. Зимина</w:t>
      </w:r>
    </w:p>
    <w:p w:rsidR="00233365" w:rsidRDefault="00233365" w:rsidP="001F5CA2">
      <w:pPr>
        <w:jc w:val="center"/>
        <w:rPr>
          <w:b/>
        </w:rPr>
      </w:pPr>
    </w:p>
    <w:sectPr w:rsidR="0023336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365" w:rsidRDefault="00233365" w:rsidP="00EF6F81">
      <w:r>
        <w:separator/>
      </w:r>
    </w:p>
  </w:endnote>
  <w:endnote w:type="continuationSeparator" w:id="0">
    <w:p w:rsidR="00233365" w:rsidRDefault="00233365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365" w:rsidRDefault="00233365" w:rsidP="00EF6F81">
      <w:r>
        <w:separator/>
      </w:r>
    </w:p>
  </w:footnote>
  <w:footnote w:type="continuationSeparator" w:id="0">
    <w:p w:rsidR="00233365" w:rsidRDefault="00233365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365" w:rsidRDefault="00233365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365" w:rsidRDefault="00233365">
    <w:pPr>
      <w:pStyle w:val="Header"/>
      <w:jc w:val="center"/>
    </w:pPr>
  </w:p>
  <w:p w:rsidR="00233365" w:rsidRDefault="00233365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33365" w:rsidRPr="00F945BC" w:rsidRDefault="0023336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ACC"/>
    <w:rsid w:val="00023F4D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5FA9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CA2"/>
    <w:rsid w:val="001F7787"/>
    <w:rsid w:val="002050C7"/>
    <w:rsid w:val="0020737A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4C98"/>
    <w:rsid w:val="00225134"/>
    <w:rsid w:val="00225687"/>
    <w:rsid w:val="00226953"/>
    <w:rsid w:val="00226E2F"/>
    <w:rsid w:val="0023010F"/>
    <w:rsid w:val="00230B23"/>
    <w:rsid w:val="00233365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504A"/>
    <w:rsid w:val="0050378D"/>
    <w:rsid w:val="0050519C"/>
    <w:rsid w:val="00506C43"/>
    <w:rsid w:val="00510D19"/>
    <w:rsid w:val="00520BAF"/>
    <w:rsid w:val="00530E63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853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75426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A6FC2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1B7E"/>
    <w:rsid w:val="00842311"/>
    <w:rsid w:val="0084599C"/>
    <w:rsid w:val="00845C4E"/>
    <w:rsid w:val="00846A87"/>
    <w:rsid w:val="00855115"/>
    <w:rsid w:val="00855965"/>
    <w:rsid w:val="00876805"/>
    <w:rsid w:val="00877383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37318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71"/>
    <w:rsid w:val="00AD68E7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1075"/>
    <w:rsid w:val="00B72FEF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A7D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51C2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0A92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14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2393</TotalTime>
  <Pages>10</Pages>
  <Words>1649</Words>
  <Characters>9401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224</cp:revision>
  <cp:lastPrinted>2021-06-11T06:36:00Z</cp:lastPrinted>
  <dcterms:created xsi:type="dcterms:W3CDTF">2018-08-07T11:48:00Z</dcterms:created>
  <dcterms:modified xsi:type="dcterms:W3CDTF">2022-10-04T08:15:00Z</dcterms:modified>
</cp:coreProperties>
</file>